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E31E4" w:rsidP="00655811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m</w:t>
            </w:r>
            <w:r w:rsidR="00655811">
              <w:rPr>
                <w:b/>
                <w:bCs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riánské nám. – rekonstrukce rozvodů studené vody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55811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E31E4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C50D7-7B2A-42B0-AFC9-5059ED19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13</TotalTime>
  <Pages>1</Pages>
  <Words>131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2022-09-06T08:53:00Z</cp:lastPrinted>
  <dcterms:created xsi:type="dcterms:W3CDTF">2025-01-21T08:10:00Z</dcterms:created>
  <dcterms:modified xsi:type="dcterms:W3CDTF">2025-03-05T11:05:00Z</dcterms:modified>
</cp:coreProperties>
</file>